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8A9B2" w14:textId="36C705F7" w:rsidR="00BD611D" w:rsidRDefault="00BD611D" w:rsidP="00533060">
      <w:pPr>
        <w:pStyle w:val="Title"/>
      </w:pPr>
      <w:bookmarkStart w:id="0" w:name="_GoBack"/>
      <w:bookmarkEnd w:id="0"/>
    </w:p>
    <w:p w14:paraId="0C3CAEDF" w14:textId="77777777" w:rsidR="009D5A4B" w:rsidRDefault="009D5A4B" w:rsidP="00AA7E6B"/>
    <w:p w14:paraId="4CB23F31" w14:textId="77777777" w:rsidR="00395F75" w:rsidRPr="00395F75" w:rsidRDefault="00395F75" w:rsidP="00532303">
      <w:pPr>
        <w:pStyle w:val="Heading1"/>
        <w:jc w:val="left"/>
      </w:pPr>
    </w:p>
    <w:sectPr w:rsidR="00395F75" w:rsidRPr="00395F75" w:rsidSect="003B5751">
      <w:head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482AC" w14:textId="77777777" w:rsidR="00943CDA" w:rsidRPr="007C12CA" w:rsidRDefault="00943CDA" w:rsidP="007C12CA">
      <w:pPr>
        <w:pStyle w:val="Footer"/>
      </w:pPr>
    </w:p>
  </w:endnote>
  <w:endnote w:type="continuationSeparator" w:id="0">
    <w:p w14:paraId="3F1EAAC6" w14:textId="77777777" w:rsidR="00943CDA" w:rsidRPr="007C12CA" w:rsidRDefault="00943CDA" w:rsidP="007C12CA">
      <w:pPr>
        <w:pStyle w:val="Footer"/>
      </w:pPr>
    </w:p>
  </w:endnote>
  <w:endnote w:type="continuationNotice" w:id="1">
    <w:p w14:paraId="4EE2456A" w14:textId="77777777" w:rsidR="00943CDA" w:rsidRPr="007C12CA" w:rsidRDefault="00943CDA" w:rsidP="007C12CA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12793" w14:textId="77777777" w:rsidR="00943CDA" w:rsidRDefault="00943CDA" w:rsidP="00620A10">
      <w:r>
        <w:separator/>
      </w:r>
    </w:p>
    <w:p w14:paraId="3B381143" w14:textId="77777777" w:rsidR="00943CDA" w:rsidRDefault="00943CDA"/>
    <w:p w14:paraId="70FB0F87" w14:textId="77777777" w:rsidR="00943CDA" w:rsidRDefault="00943CDA"/>
    <w:p w14:paraId="6A8FA63A" w14:textId="77777777" w:rsidR="00943CDA" w:rsidRDefault="00943CDA" w:rsidP="00561BA6"/>
  </w:footnote>
  <w:footnote w:type="continuationSeparator" w:id="0">
    <w:p w14:paraId="38DB9D0A" w14:textId="77777777" w:rsidR="00943CDA" w:rsidRDefault="00943CDA" w:rsidP="00620A10">
      <w:r>
        <w:continuationSeparator/>
      </w:r>
    </w:p>
    <w:p w14:paraId="5C245522" w14:textId="77777777" w:rsidR="00943CDA" w:rsidRDefault="00943CDA"/>
    <w:p w14:paraId="78E2E4A5" w14:textId="77777777" w:rsidR="00943CDA" w:rsidRDefault="00943CDA"/>
    <w:p w14:paraId="336A9257" w14:textId="77777777" w:rsidR="00943CDA" w:rsidRDefault="00943CDA" w:rsidP="00561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A60E3" w14:textId="65A3A081" w:rsidR="00D37F51" w:rsidRPr="00E102E4" w:rsidRDefault="00BD1E41" w:rsidP="00BD1E41">
    <w:pPr>
      <w:tabs>
        <w:tab w:val="center" w:pos="4680"/>
        <w:tab w:val="right" w:pos="9360"/>
      </w:tabs>
      <w:rPr>
        <w:rFonts w:cs="Times New Roman"/>
        <w:color w:val="000000" w:themeColor="text1"/>
      </w:rPr>
    </w:pPr>
    <w:r>
      <w:rPr>
        <w:rFonts w:cs="Times New Roman"/>
      </w:rPr>
      <w:tab/>
    </w:r>
    <w:r>
      <w:rPr>
        <w:rFonts w:cs="Times New Roman"/>
      </w:rPr>
      <w:tab/>
    </w:r>
    <w:r w:rsidR="00D37F51" w:rsidRPr="00E102E4">
      <w:rPr>
        <w:rFonts w:cs="Times New Roman"/>
        <w:color w:val="000000" w:themeColor="text1"/>
      </w:rPr>
      <w:fldChar w:fldCharType="begin"/>
    </w:r>
    <w:r w:rsidR="00D37F51" w:rsidRPr="00E102E4">
      <w:rPr>
        <w:rFonts w:cs="Times New Roman"/>
        <w:color w:val="000000" w:themeColor="text1"/>
      </w:rPr>
      <w:instrText xml:space="preserve"> PAGE  \* Arabic  \* MERGEFORMAT </w:instrText>
    </w:r>
    <w:r w:rsidR="00D37F51" w:rsidRPr="00E102E4">
      <w:rPr>
        <w:rFonts w:cs="Times New Roman"/>
        <w:color w:val="000000" w:themeColor="text1"/>
      </w:rPr>
      <w:fldChar w:fldCharType="separate"/>
    </w:r>
    <w:r w:rsidR="00490D77">
      <w:rPr>
        <w:rFonts w:cs="Times New Roman"/>
        <w:noProof/>
        <w:color w:val="000000" w:themeColor="text1"/>
      </w:rPr>
      <w:t>3</w:t>
    </w:r>
    <w:r w:rsidR="00D37F51" w:rsidRPr="00E102E4">
      <w:rPr>
        <w:rFonts w:cs="Times New Roman"/>
        <w:color w:val="000000" w:themeColor="text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C72DE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538DE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3060C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91943C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B1687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96C0E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5405B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CF04B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4AEC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5062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265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662D58"/>
    <w:multiLevelType w:val="hybridMultilevel"/>
    <w:tmpl w:val="AD20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14FD4"/>
    <w:multiLevelType w:val="hybridMultilevel"/>
    <w:tmpl w:val="5BA64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778E"/>
    <w:multiLevelType w:val="hybridMultilevel"/>
    <w:tmpl w:val="C0F035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13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9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AD"/>
    <w:rsid w:val="00030905"/>
    <w:rsid w:val="00032668"/>
    <w:rsid w:val="00042835"/>
    <w:rsid w:val="00055A57"/>
    <w:rsid w:val="00065D04"/>
    <w:rsid w:val="000A50A0"/>
    <w:rsid w:val="000C0C12"/>
    <w:rsid w:val="001923DF"/>
    <w:rsid w:val="001A1B1C"/>
    <w:rsid w:val="001F361E"/>
    <w:rsid w:val="00205BBA"/>
    <w:rsid w:val="003251D1"/>
    <w:rsid w:val="00356F2A"/>
    <w:rsid w:val="003614E2"/>
    <w:rsid w:val="00395F75"/>
    <w:rsid w:val="003B0494"/>
    <w:rsid w:val="003B5751"/>
    <w:rsid w:val="004573B6"/>
    <w:rsid w:val="00490D77"/>
    <w:rsid w:val="004A516A"/>
    <w:rsid w:val="004D621B"/>
    <w:rsid w:val="00504FC3"/>
    <w:rsid w:val="00531931"/>
    <w:rsid w:val="00532303"/>
    <w:rsid w:val="00533060"/>
    <w:rsid w:val="005404E8"/>
    <w:rsid w:val="00561BA6"/>
    <w:rsid w:val="0059591D"/>
    <w:rsid w:val="005D2F5A"/>
    <w:rsid w:val="00620A10"/>
    <w:rsid w:val="006429CD"/>
    <w:rsid w:val="00666BA0"/>
    <w:rsid w:val="006A7B2B"/>
    <w:rsid w:val="00704EB1"/>
    <w:rsid w:val="00717613"/>
    <w:rsid w:val="00734BFC"/>
    <w:rsid w:val="00782712"/>
    <w:rsid w:val="007B3198"/>
    <w:rsid w:val="007C12CA"/>
    <w:rsid w:val="007C7325"/>
    <w:rsid w:val="007D0FBB"/>
    <w:rsid w:val="007D5D78"/>
    <w:rsid w:val="007E568B"/>
    <w:rsid w:val="00802939"/>
    <w:rsid w:val="00877CD8"/>
    <w:rsid w:val="008B6548"/>
    <w:rsid w:val="008E0051"/>
    <w:rsid w:val="00940661"/>
    <w:rsid w:val="00943CDA"/>
    <w:rsid w:val="0099246D"/>
    <w:rsid w:val="009D5A4B"/>
    <w:rsid w:val="00A34C6C"/>
    <w:rsid w:val="00A51D53"/>
    <w:rsid w:val="00AA7E6B"/>
    <w:rsid w:val="00AB409E"/>
    <w:rsid w:val="00AB5252"/>
    <w:rsid w:val="00B25F60"/>
    <w:rsid w:val="00B515F2"/>
    <w:rsid w:val="00B576DF"/>
    <w:rsid w:val="00B90FC1"/>
    <w:rsid w:val="00BC1908"/>
    <w:rsid w:val="00BD1E41"/>
    <w:rsid w:val="00BD611D"/>
    <w:rsid w:val="00BE0E75"/>
    <w:rsid w:val="00BE40B0"/>
    <w:rsid w:val="00C92F16"/>
    <w:rsid w:val="00CB60B7"/>
    <w:rsid w:val="00D11818"/>
    <w:rsid w:val="00D12DAA"/>
    <w:rsid w:val="00D37F51"/>
    <w:rsid w:val="00D52B9D"/>
    <w:rsid w:val="00D5334D"/>
    <w:rsid w:val="00DA460B"/>
    <w:rsid w:val="00DC6CBC"/>
    <w:rsid w:val="00DD47A0"/>
    <w:rsid w:val="00E102E4"/>
    <w:rsid w:val="00E31EDA"/>
    <w:rsid w:val="00E411C6"/>
    <w:rsid w:val="00E61AAD"/>
    <w:rsid w:val="00E9034E"/>
    <w:rsid w:val="00EC256A"/>
    <w:rsid w:val="00F72682"/>
    <w:rsid w:val="00FA203E"/>
    <w:rsid w:val="00FB168B"/>
    <w:rsid w:val="00FD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CD8A3"/>
  <w15:chartTrackingRefBased/>
  <w15:docId w15:val="{D1E6CB9F-EFD4-4ECA-A313-717620A2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2"/>
    <w:qFormat/>
    <w:rsid w:val="0003266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Body"/>
    <w:link w:val="Heading1Char"/>
    <w:qFormat/>
    <w:rsid w:val="00717613"/>
    <w:pPr>
      <w:keepNext/>
      <w:spacing w:after="240"/>
      <w:jc w:val="center"/>
      <w:outlineLvl w:val="0"/>
    </w:pPr>
    <w:rPr>
      <w:rFonts w:cs="Times New Roman"/>
      <w:b/>
      <w:color w:val="000000" w:themeColor="text1"/>
    </w:rPr>
  </w:style>
  <w:style w:type="paragraph" w:styleId="Heading2">
    <w:name w:val="heading 2"/>
    <w:basedOn w:val="Heading1"/>
    <w:next w:val="Body"/>
    <w:link w:val="Heading2Char"/>
    <w:qFormat/>
    <w:rsid w:val="00717613"/>
    <w:pPr>
      <w:jc w:val="left"/>
      <w:outlineLvl w:val="1"/>
    </w:pPr>
  </w:style>
  <w:style w:type="paragraph" w:styleId="Heading3">
    <w:name w:val="heading 3"/>
    <w:basedOn w:val="Heading2"/>
    <w:next w:val="Body"/>
    <w:link w:val="Heading3Char"/>
    <w:qFormat/>
    <w:rsid w:val="00D52B9D"/>
    <w:pPr>
      <w:ind w:firstLine="720"/>
      <w:outlineLvl w:val="2"/>
    </w:pPr>
  </w:style>
  <w:style w:type="paragraph" w:styleId="Heading4">
    <w:name w:val="heading 4"/>
    <w:basedOn w:val="Heading3"/>
    <w:next w:val="Body"/>
    <w:link w:val="Heading4Char"/>
    <w:qFormat/>
    <w:rsid w:val="00D11818"/>
    <w:pPr>
      <w:outlineLvl w:val="3"/>
    </w:pPr>
    <w:rPr>
      <w:i/>
    </w:rPr>
  </w:style>
  <w:style w:type="paragraph" w:styleId="Heading5">
    <w:name w:val="heading 5"/>
    <w:aliases w:val="Caption Title"/>
    <w:basedOn w:val="Normal"/>
    <w:next w:val="Normal"/>
    <w:link w:val="Heading5Char"/>
    <w:uiPriority w:val="2"/>
    <w:qFormat/>
    <w:rsid w:val="00734BFC"/>
    <w:pPr>
      <w:spacing w:after="200"/>
      <w:outlineLvl w:val="4"/>
    </w:pPr>
    <w:rPr>
      <w:i/>
      <w:iCs/>
      <w:color w:val="000000" w:themeColor="text1"/>
      <w:szCs w:val="18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7D0FBB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rsid w:val="007D0FBB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rsid w:val="007D0FBB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7D0F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A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0A10"/>
  </w:style>
  <w:style w:type="paragraph" w:styleId="Footer">
    <w:name w:val="footer"/>
    <w:basedOn w:val="Normal"/>
    <w:link w:val="FooterChar"/>
    <w:uiPriority w:val="99"/>
    <w:unhideWhenUsed/>
    <w:rsid w:val="00620A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0A10"/>
  </w:style>
  <w:style w:type="character" w:styleId="Hyperlink">
    <w:name w:val="Hyperlink"/>
    <w:basedOn w:val="DefaultParagraphFont"/>
    <w:uiPriority w:val="99"/>
    <w:unhideWhenUsed/>
    <w:rsid w:val="00B576D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168B"/>
    <w:pPr>
      <w:spacing w:after="0" w:line="240" w:lineRule="auto"/>
    </w:pPr>
    <w:rPr>
      <w:rFonts w:ascii="Times New Roman" w:hAnsi="Times New Roman"/>
      <w:sz w:val="24"/>
    </w:rPr>
    <w:tblPr>
      <w:tblStyleRowBandSize w:val="1"/>
      <w:tblStyleColBandSize w:val="1"/>
    </w:tblPr>
    <w:tblStylePr w:type="firstRow">
      <w:rPr>
        <w:rFonts w:ascii="Times New Roman" w:hAnsi="Times New Roman"/>
        <w:b/>
        <w:sz w:val="24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nil"/>
          <w:right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auto"/>
        </w:tcBorders>
      </w:tcPr>
    </w:tblStylePr>
    <w:tblStylePr w:type="lastCol">
      <w:tblPr/>
      <w:tcPr>
        <w:tcBorders>
          <w:top w:val="nil"/>
          <w:left w:val="single" w:sz="4" w:space="0" w:color="auto"/>
          <w:bottom w:val="nil"/>
          <w:righ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DD47A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717613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17613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2B9D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customStyle="1" w:styleId="Body">
    <w:name w:val="Body"/>
    <w:basedOn w:val="Normal"/>
    <w:link w:val="BodyChar"/>
    <w:uiPriority w:val="1"/>
    <w:qFormat/>
    <w:rsid w:val="00D12DAA"/>
    <w:pPr>
      <w:spacing w:line="480" w:lineRule="auto"/>
      <w:ind w:firstLine="720"/>
    </w:pPr>
  </w:style>
  <w:style w:type="character" w:customStyle="1" w:styleId="Heading6Char">
    <w:name w:val="Heading 6 Char"/>
    <w:basedOn w:val="DefaultParagraphFont"/>
    <w:link w:val="Heading6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character" w:customStyle="1" w:styleId="BodyChar">
    <w:name w:val="Body Char"/>
    <w:basedOn w:val="DefaultParagraphFont"/>
    <w:link w:val="Body"/>
    <w:uiPriority w:val="1"/>
    <w:rsid w:val="00D12DAA"/>
    <w:rPr>
      <w:rFonts w:ascii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2712"/>
    <w:rPr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2712"/>
    <w:rPr>
      <w:rFonts w:ascii="Times New Roman" w:hAnsi="Times New Roman"/>
      <w:sz w:val="24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102E4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qFormat/>
    <w:rsid w:val="003251D1"/>
    <w:pPr>
      <w:ind w:left="720" w:hanging="720"/>
    </w:pPr>
  </w:style>
  <w:style w:type="paragraph" w:styleId="Caption">
    <w:name w:val="caption"/>
    <w:basedOn w:val="Normal"/>
    <w:next w:val="Normal"/>
    <w:uiPriority w:val="2"/>
    <w:qFormat/>
    <w:rsid w:val="00734BFC"/>
    <w:pPr>
      <w:spacing w:after="200"/>
    </w:pPr>
    <w:rPr>
      <w:iCs/>
      <w:color w:val="000000" w:themeColor="text1"/>
      <w:szCs w:val="18"/>
    </w:rPr>
  </w:style>
  <w:style w:type="character" w:customStyle="1" w:styleId="Heading4Char">
    <w:name w:val="Heading 4 Char"/>
    <w:basedOn w:val="DefaultParagraphFont"/>
    <w:link w:val="Heading4"/>
    <w:rsid w:val="007D0FBB"/>
    <w:rPr>
      <w:rFonts w:ascii="Times New Roman" w:hAnsi="Times New Roman" w:cs="Times New Roman"/>
      <w:b/>
      <w:i/>
      <w:color w:val="000000" w:themeColor="text1"/>
      <w:sz w:val="24"/>
      <w:szCs w:val="24"/>
    </w:rPr>
  </w:style>
  <w:style w:type="paragraph" w:styleId="NoSpacing">
    <w:name w:val="No Spacing"/>
    <w:link w:val="NoSpacingChar"/>
    <w:uiPriority w:val="1"/>
    <w:qFormat/>
    <w:rsid w:val="00A34C6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5Char">
    <w:name w:val="Heading 5 Char"/>
    <w:aliases w:val="Caption Title Char"/>
    <w:basedOn w:val="DefaultParagraphFont"/>
    <w:link w:val="Heading5"/>
    <w:uiPriority w:val="2"/>
    <w:rsid w:val="00734BFC"/>
    <w:rPr>
      <w:rFonts w:ascii="Times New Roman" w:hAnsi="Times New Roman"/>
      <w:i/>
      <w:iCs/>
      <w:color w:val="000000" w:themeColor="text1"/>
      <w:sz w:val="24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A34C6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rsid w:val="00E31E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1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1E41"/>
    <w:pPr>
      <w:spacing w:after="20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1E4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E41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D0FB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0FBB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AuthorName">
    <w:name w:val="Author Name"/>
    <w:basedOn w:val="Heading1"/>
    <w:next w:val="AuthorAffiliation"/>
    <w:uiPriority w:val="3"/>
    <w:qFormat/>
    <w:rsid w:val="00B90FC1"/>
    <w:pPr>
      <w:spacing w:after="0"/>
    </w:pPr>
    <w:rPr>
      <w:rFonts w:eastAsia="Times New Roman"/>
      <w:b w:val="0"/>
    </w:rPr>
  </w:style>
  <w:style w:type="paragraph" w:customStyle="1" w:styleId="AuthorAffiliation">
    <w:name w:val="Author Affiliation"/>
    <w:basedOn w:val="AuthorName"/>
    <w:next w:val="AuthorName"/>
    <w:uiPriority w:val="3"/>
    <w:qFormat/>
    <w:rsid w:val="00B90FC1"/>
    <w:pPr>
      <w:spacing w:after="240"/>
    </w:pPr>
    <w:rPr>
      <w:i/>
    </w:rPr>
  </w:style>
  <w:style w:type="paragraph" w:customStyle="1" w:styleId="AuthorNotes">
    <w:name w:val="Author Notes"/>
    <w:basedOn w:val="Normal"/>
    <w:uiPriority w:val="3"/>
    <w:qFormat/>
    <w:rsid w:val="00B90FC1"/>
    <w:pPr>
      <w:spacing w:after="120"/>
      <w:ind w:firstLine="360"/>
    </w:pPr>
    <w:rPr>
      <w:rFonts w:eastAsia="Times New Roman" w:cs="Times New Roman"/>
      <w:color w:val="000000" w:themeColor="text1"/>
    </w:rPr>
  </w:style>
  <w:style w:type="paragraph" w:styleId="Title">
    <w:name w:val="Title"/>
    <w:basedOn w:val="Heading1"/>
    <w:next w:val="Normal"/>
    <w:link w:val="TitleChar"/>
    <w:uiPriority w:val="10"/>
    <w:qFormat/>
    <w:rsid w:val="00533060"/>
    <w:pPr>
      <w:contextualSpacing/>
    </w:pPr>
    <w:rPr>
      <w:rFonts w:eastAsiaTheme="majorEastAsia" w:cstheme="majorBidi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3060"/>
    <w:rPr>
      <w:rFonts w:ascii="Times New Roman" w:eastAsiaTheme="majorEastAsia" w:hAnsi="Times New Roman" w:cstheme="majorBidi"/>
      <w:b/>
      <w:color w:val="000000" w:themeColor="text1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f967d90f2e4e61ae/Documents/Custom%20Office%20Templates/APA%20manuscrip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BDB6C-1B70-4CCF-BD90-0B003CB8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APA%20manuscript.dotx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SHORT TITLE</vt:lpstr>
    </vt:vector>
  </TitlesOfParts>
  <Manager/>
  <Company/>
  <LinksUpToDate>false</LinksUpToDate>
  <CharactersWithSpaces>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TITLE</dc:title>
  <dc:subject/>
  <dc:creator>Wiernik, Brenton</dc:creator>
  <cp:keywords/>
  <dc:description/>
  <cp:lastModifiedBy>Wiernik, Brenton</cp:lastModifiedBy>
  <cp:revision>2</cp:revision>
  <dcterms:created xsi:type="dcterms:W3CDTF">2018-06-10T04:39:00Z</dcterms:created>
  <dcterms:modified xsi:type="dcterms:W3CDTF">2018-06-10T04:39:00Z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zotero-version="5.0.24-beta.8+1a779bb7a"&gt;&lt;session id="rMOGbtoj"/&gt;&lt;style id="http://www.zotero.org/styles/apa" hasBibliography="1" bibliographyStyleHasBeenSet="1"/&gt;&lt;prefs&gt;&lt;pref name="fieldType" value="Field"/&gt;&lt;pref name="storeReferen</vt:lpwstr>
  </property>
  <property fmtid="{D5CDD505-2E9C-101B-9397-08002B2CF9AE}" pid="3" name="ZOTERO_PREF_2">
    <vt:lpwstr>ces" value="true"/&gt;&lt;pref name="automaticJournalAbbreviations" value="true"/&gt;&lt;pref name="noteType" value="0"/&gt;&lt;/prefs&gt;&lt;/data&gt;</vt:lpwstr>
  </property>
</Properties>
</file>